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98" w:rsidRPr="00A040A2" w:rsidRDefault="00CD3E98" w:rsidP="00A040A2">
      <w:pPr>
        <w:rPr>
          <w:b/>
          <w:sz w:val="48"/>
          <w:szCs w:val="48"/>
          <w:u w:val="single"/>
        </w:rPr>
      </w:pPr>
      <w:r w:rsidRPr="00A040A2">
        <w:rPr>
          <w:b/>
          <w:sz w:val="48"/>
          <w:szCs w:val="48"/>
          <w:u w:val="single"/>
        </w:rPr>
        <w:t>Group Activity</w:t>
      </w:r>
    </w:p>
    <w:p w:rsidR="00CD3E98" w:rsidRDefault="00CD3E98" w:rsidP="00A040A2">
      <w:pPr>
        <w:ind w:left="720"/>
      </w:pPr>
    </w:p>
    <w:p w:rsidR="00CD3E98" w:rsidRPr="00A040A2" w:rsidRDefault="00CD3E98" w:rsidP="00A040A2">
      <w:pPr>
        <w:numPr>
          <w:ilvl w:val="0"/>
          <w:numId w:val="1"/>
        </w:numPr>
        <w:spacing w:before="120"/>
      </w:pPr>
      <w:r w:rsidRPr="00A040A2">
        <w:t xml:space="preserve">Create groups of four at your tables. </w:t>
      </w:r>
    </w:p>
    <w:p w:rsidR="00CD3E98" w:rsidRPr="00A040A2" w:rsidRDefault="00CD3E98" w:rsidP="00A040A2">
      <w:pPr>
        <w:numPr>
          <w:ilvl w:val="0"/>
          <w:numId w:val="1"/>
        </w:numPr>
        <w:spacing w:before="120"/>
      </w:pPr>
      <w:r w:rsidRPr="00A040A2">
        <w:t>One person start with a sheet of paper.</w:t>
      </w:r>
    </w:p>
    <w:p w:rsidR="00CD3E98" w:rsidRPr="00A040A2" w:rsidRDefault="00CD3E98" w:rsidP="00A040A2">
      <w:pPr>
        <w:numPr>
          <w:ilvl w:val="0"/>
          <w:numId w:val="1"/>
        </w:numPr>
        <w:spacing w:before="120"/>
      </w:pPr>
      <w:r w:rsidRPr="00A040A2">
        <w:t>The first person with the paper will create a sentence describing an</w:t>
      </w:r>
      <w:r>
        <w:t xml:space="preserve"> interesting</w:t>
      </w:r>
      <w:r w:rsidRPr="00A040A2">
        <w:t xml:space="preserve"> imaginary person, and then pass it along.</w:t>
      </w:r>
    </w:p>
    <w:p w:rsidR="00CD3E98" w:rsidRPr="00A040A2" w:rsidRDefault="00CD3E98" w:rsidP="00A040A2">
      <w:pPr>
        <w:numPr>
          <w:ilvl w:val="0"/>
          <w:numId w:val="1"/>
        </w:numPr>
        <w:spacing w:before="120"/>
      </w:pPr>
      <w:r w:rsidRPr="00A040A2">
        <w:t>By “describe” I mean “create” an individual on paper.  Give them a history, physical features, personality</w:t>
      </w:r>
      <w:r>
        <w:t>,</w:t>
      </w:r>
      <w:r w:rsidRPr="00A040A2">
        <w:t xml:space="preserve"> and likes and dislikes.</w:t>
      </w:r>
    </w:p>
    <w:p w:rsidR="00CD3E98" w:rsidRDefault="00CD3E98" w:rsidP="00A040A2">
      <w:pPr>
        <w:numPr>
          <w:ilvl w:val="0"/>
          <w:numId w:val="1"/>
        </w:numPr>
        <w:spacing w:before="120"/>
      </w:pPr>
      <w:r w:rsidRPr="00A040A2">
        <w:t xml:space="preserve">The goal of this exercise is to use Parallelism in a creative way in which you can share </w:t>
      </w:r>
      <w:r>
        <w:t>with</w:t>
      </w:r>
      <w:r w:rsidRPr="00A040A2">
        <w:t xml:space="preserve"> a group.  Coach your group members and accept assistance if there are any rules you are having difficulty understanding. </w:t>
      </w:r>
    </w:p>
    <w:p w:rsidR="00CD3E98" w:rsidRDefault="00CD3E98" w:rsidP="00A040A2">
      <w:pPr>
        <w:numPr>
          <w:ilvl w:val="0"/>
          <w:numId w:val="1"/>
        </w:numPr>
        <w:spacing w:before="120"/>
      </w:pPr>
      <w:r>
        <w:t>We will examine our imaginary test subjects when everyone has created three sentences.</w:t>
      </w:r>
    </w:p>
    <w:p w:rsidR="00CD3E98" w:rsidRDefault="00CD3E98" w:rsidP="007F75A8">
      <w:pPr>
        <w:spacing w:before="120"/>
      </w:pPr>
    </w:p>
    <w:p w:rsidR="00CD3E98" w:rsidRDefault="00CD3E98" w:rsidP="007F75A8">
      <w:pPr>
        <w:spacing w:before="120"/>
      </w:pPr>
    </w:p>
    <w:p w:rsidR="00CD3E98" w:rsidRDefault="00CD3E98" w:rsidP="007F75A8">
      <w:pPr>
        <w:spacing w:before="120"/>
      </w:pPr>
      <w:r>
        <w:t>Example:</w:t>
      </w:r>
    </w:p>
    <w:p w:rsidR="00CD3E98" w:rsidRDefault="00CD3E98" w:rsidP="007F75A8">
      <w:pPr>
        <w:spacing w:before="120"/>
      </w:pPr>
      <w:r>
        <w:tab/>
        <w:t>Brian is both short and stocky.  He likes playing sports and reading.  Brian’s favorite seasons are spring and summer.  He owns three dogs: a Boxer, a Labrador, and a Poodle.  Brian enjoys walking, jogging, and playing with his dogs.</w:t>
      </w:r>
    </w:p>
    <w:p w:rsidR="00CD3E98" w:rsidRDefault="00CD3E98" w:rsidP="007F75A8">
      <w:pPr>
        <w:spacing w:before="120"/>
      </w:pPr>
    </w:p>
    <w:p w:rsidR="00CD3E98" w:rsidRPr="00A040A2" w:rsidRDefault="00CD3E98" w:rsidP="007F75A8">
      <w:pPr>
        <w:spacing w:before="120"/>
      </w:pPr>
    </w:p>
    <w:p w:rsidR="00CD3E98" w:rsidRDefault="00CD3E98" w:rsidP="00A040A2">
      <w:pPr>
        <w:spacing w:before="120"/>
      </w:pPr>
    </w:p>
    <w:sectPr w:rsidR="00CD3E98" w:rsidSect="000B2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B6D5F"/>
    <w:multiLevelType w:val="hybridMultilevel"/>
    <w:tmpl w:val="27229282"/>
    <w:lvl w:ilvl="0" w:tplc="F72CFC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6A8F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5C7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3A1E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14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8B7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CB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7A58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3CE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0A2"/>
    <w:rsid w:val="000B260B"/>
    <w:rsid w:val="00357908"/>
    <w:rsid w:val="007F75A8"/>
    <w:rsid w:val="00913E3D"/>
    <w:rsid w:val="0097591A"/>
    <w:rsid w:val="00A040A2"/>
    <w:rsid w:val="00B656D6"/>
    <w:rsid w:val="00C8368D"/>
    <w:rsid w:val="00CD3E98"/>
    <w:rsid w:val="00D12347"/>
    <w:rsid w:val="00D6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60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0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95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5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5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5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5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134</Words>
  <Characters>768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Young</dc:creator>
  <cp:keywords/>
  <dc:description/>
  <cp:lastModifiedBy>Sab</cp:lastModifiedBy>
  <cp:revision>3</cp:revision>
  <dcterms:created xsi:type="dcterms:W3CDTF">2011-02-18T00:18:00Z</dcterms:created>
  <dcterms:modified xsi:type="dcterms:W3CDTF">2011-02-18T05:44:00Z</dcterms:modified>
</cp:coreProperties>
</file>